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E95AC3">
        <w:rPr>
          <w:rFonts w:ascii="Times New Roman" w:hAnsi="Times New Roman"/>
          <w:sz w:val="28"/>
          <w:szCs w:val="28"/>
        </w:rPr>
        <w:t xml:space="preserve">                       Главе  Ильинского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53E12" w:rsidRDefault="00E95AC3" w:rsidP="00853E12">
      <w:pPr>
        <w:spacing w:after="0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3E12">
        <w:rPr>
          <w:rFonts w:ascii="Times New Roman" w:hAnsi="Times New Roman"/>
          <w:sz w:val="28"/>
          <w:szCs w:val="28"/>
        </w:rPr>
        <w:t>Новопокровского района</w:t>
      </w:r>
    </w:p>
    <w:p w:rsidR="00853E12" w:rsidRDefault="00853E12" w:rsidP="00853E12">
      <w:pPr>
        <w:spacing w:after="0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95AC3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E95AC3">
        <w:rPr>
          <w:rFonts w:ascii="Times New Roman" w:hAnsi="Times New Roman"/>
          <w:sz w:val="28"/>
          <w:szCs w:val="28"/>
        </w:rPr>
        <w:t>Н.Н.Кулинич</w:t>
      </w:r>
      <w:proofErr w:type="spellEnd"/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E95AC3" w:rsidP="00853E1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Николай Николаевич</w:t>
      </w:r>
      <w:proofErr w:type="gramStart"/>
      <w:r w:rsidR="00853E12">
        <w:rPr>
          <w:rFonts w:ascii="Times New Roman" w:hAnsi="Times New Roman"/>
          <w:sz w:val="28"/>
          <w:szCs w:val="28"/>
        </w:rPr>
        <w:t xml:space="preserve"> !</w:t>
      </w:r>
      <w:proofErr w:type="gramEnd"/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A72BDF" w:rsidRDefault="00853E12" w:rsidP="00853E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исполнение поручения Росреестра от 04.09.2015 г № 18-исх/1281-АС/15 </w:t>
      </w:r>
      <w:r w:rsidR="00A81358">
        <w:rPr>
          <w:rFonts w:ascii="Times New Roman" w:hAnsi="Times New Roman"/>
          <w:sz w:val="28"/>
          <w:szCs w:val="28"/>
        </w:rPr>
        <w:t xml:space="preserve">и филиала ППК «Роскадастр» </w:t>
      </w:r>
      <w:r>
        <w:rPr>
          <w:rFonts w:ascii="Times New Roman" w:hAnsi="Times New Roman"/>
          <w:sz w:val="28"/>
          <w:szCs w:val="28"/>
        </w:rPr>
        <w:t xml:space="preserve">по Краснодарскому краю прошу Вас,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840E7">
        <w:rPr>
          <w:rFonts w:ascii="Times New Roman" w:hAnsi="Times New Roman"/>
          <w:sz w:val="28"/>
          <w:szCs w:val="28"/>
        </w:rPr>
        <w:t xml:space="preserve"> информационный материал</w:t>
      </w:r>
      <w:r>
        <w:rPr>
          <w:rFonts w:ascii="Times New Roman" w:hAnsi="Times New Roman"/>
          <w:sz w:val="28"/>
          <w:szCs w:val="28"/>
        </w:rPr>
        <w:t xml:space="preserve"> данную</w:t>
      </w:r>
      <w:r w:rsidR="004B65CE">
        <w:rPr>
          <w:rFonts w:ascii="Times New Roman" w:hAnsi="Times New Roman"/>
          <w:sz w:val="28"/>
          <w:szCs w:val="28"/>
        </w:rPr>
        <w:t xml:space="preserve"> инфор</w:t>
      </w:r>
      <w:r w:rsidR="00E95AC3">
        <w:rPr>
          <w:rFonts w:ascii="Times New Roman" w:hAnsi="Times New Roman"/>
          <w:sz w:val="28"/>
          <w:szCs w:val="28"/>
        </w:rPr>
        <w:t>мацию на сайте Ильинского</w:t>
      </w:r>
      <w:r w:rsidR="004B65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75F3D">
        <w:rPr>
          <w:rFonts w:ascii="Times New Roman" w:hAnsi="Times New Roman"/>
          <w:sz w:val="28"/>
          <w:szCs w:val="28"/>
        </w:rPr>
        <w:t>сельского поселения за январь  2024</w:t>
      </w:r>
      <w:r w:rsidR="00A72BDF">
        <w:rPr>
          <w:rFonts w:ascii="Times New Roman" w:hAnsi="Times New Roman"/>
          <w:sz w:val="28"/>
          <w:szCs w:val="28"/>
        </w:rPr>
        <w:t>г.</w:t>
      </w:r>
    </w:p>
    <w:p w:rsidR="008C4325" w:rsidRPr="00CD6E22" w:rsidRDefault="00D67C79" w:rsidP="00853E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72BDF">
        <w:rPr>
          <w:rFonts w:ascii="Times New Roman" w:hAnsi="Times New Roman"/>
          <w:sz w:val="28"/>
          <w:szCs w:val="28"/>
        </w:rPr>
        <w:t xml:space="preserve"> </w:t>
      </w:r>
    </w:p>
    <w:p w:rsidR="00853E12" w:rsidRDefault="00CD6E22" w:rsidP="00853E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53E12" w:rsidRDefault="00853E12" w:rsidP="00853E12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853E12" w:rsidRDefault="00E5239F" w:rsidP="00853E1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</w:t>
      </w:r>
      <w:r w:rsidR="008E6887">
        <w:rPr>
          <w:rFonts w:ascii="Times New Roman" w:hAnsi="Times New Roman"/>
          <w:sz w:val="28"/>
          <w:szCs w:val="28"/>
        </w:rPr>
        <w:t>оже</w:t>
      </w:r>
      <w:r w:rsidR="001B0BF3">
        <w:rPr>
          <w:rFonts w:ascii="Times New Roman" w:hAnsi="Times New Roman"/>
          <w:sz w:val="28"/>
          <w:szCs w:val="28"/>
        </w:rPr>
        <w:t>ние: на  15</w:t>
      </w:r>
      <w:r>
        <w:rPr>
          <w:rFonts w:ascii="Times New Roman" w:hAnsi="Times New Roman"/>
          <w:sz w:val="28"/>
          <w:szCs w:val="28"/>
        </w:rPr>
        <w:t>-ти</w:t>
      </w:r>
      <w:r w:rsidR="00853E1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л.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853E12">
        <w:rPr>
          <w:rFonts w:ascii="Times New Roman" w:hAnsi="Times New Roman"/>
          <w:sz w:val="28"/>
          <w:szCs w:val="28"/>
        </w:rPr>
        <w:t>в 1-ом экз.</w:t>
      </w:r>
    </w:p>
    <w:p w:rsidR="00853E12" w:rsidRDefault="00853E12" w:rsidP="00853E12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уважением,</w:t>
      </w: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начальника территориального отдела № 16</w:t>
      </w: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филиала ФГБУ «ФКП Росреестра» по </w:t>
      </w: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Краснодарскому краю                                                   </w:t>
      </w:r>
      <w:r w:rsidR="004D6C3E">
        <w:rPr>
          <w:rFonts w:ascii="Times New Roman" w:hAnsi="Times New Roman"/>
          <w:sz w:val="28"/>
          <w:szCs w:val="28"/>
        </w:rPr>
        <w:t xml:space="preserve">                    Е.Э. Чернова</w:t>
      </w:r>
    </w:p>
    <w:p w:rsidR="00853E12" w:rsidRDefault="00853E12" w:rsidP="00853E12">
      <w:pPr>
        <w:spacing w:after="0"/>
        <w:rPr>
          <w:rFonts w:ascii="Times New Roman" w:hAnsi="Times New Roman"/>
          <w:sz w:val="28"/>
          <w:szCs w:val="28"/>
        </w:rPr>
      </w:pPr>
    </w:p>
    <w:p w:rsidR="00853E12" w:rsidRDefault="00853E12" w:rsidP="00853E12">
      <w:pPr>
        <w:spacing w:after="0"/>
      </w:pPr>
    </w:p>
    <w:p w:rsidR="00853E12" w:rsidRDefault="00853E12" w:rsidP="00853E12"/>
    <w:p w:rsidR="00853E12" w:rsidRDefault="00853E12" w:rsidP="00853E1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Исполнитель: </w:t>
      </w:r>
    </w:p>
    <w:p w:rsidR="00853E12" w:rsidRDefault="004D6C3E" w:rsidP="00853E1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Чернова</w:t>
      </w:r>
      <w:r w:rsidR="00853E12">
        <w:rPr>
          <w:rFonts w:ascii="Times New Roman" w:hAnsi="Times New Roman"/>
          <w:sz w:val="20"/>
          <w:szCs w:val="20"/>
        </w:rPr>
        <w:t xml:space="preserve"> Е.Э..</w:t>
      </w:r>
    </w:p>
    <w:p w:rsidR="00BA797B" w:rsidRDefault="004D6C3E" w:rsidP="00E95AC3">
      <w:pPr>
        <w:spacing w:after="0"/>
      </w:pPr>
      <w:r>
        <w:rPr>
          <w:rFonts w:ascii="Times New Roman" w:hAnsi="Times New Roman"/>
          <w:sz w:val="20"/>
          <w:szCs w:val="20"/>
        </w:rPr>
        <w:t>8(861) 992-13-02 (</w:t>
      </w:r>
      <w:proofErr w:type="spellStart"/>
      <w:r>
        <w:rPr>
          <w:rFonts w:ascii="Times New Roman" w:hAnsi="Times New Roman"/>
          <w:sz w:val="20"/>
          <w:szCs w:val="20"/>
        </w:rPr>
        <w:t>доб</w:t>
      </w:r>
      <w:proofErr w:type="spellEnd"/>
      <w:r>
        <w:rPr>
          <w:rFonts w:ascii="Times New Roman" w:hAnsi="Times New Roman"/>
          <w:sz w:val="20"/>
          <w:szCs w:val="20"/>
        </w:rPr>
        <w:t>. 4222)</w:t>
      </w:r>
    </w:p>
    <w:sectPr w:rsidR="00BA797B" w:rsidSect="00BA7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C8322D"/>
    <w:rsid w:val="00007DBF"/>
    <w:rsid w:val="0005098F"/>
    <w:rsid w:val="00066503"/>
    <w:rsid w:val="00070119"/>
    <w:rsid w:val="000D29FD"/>
    <w:rsid w:val="00131004"/>
    <w:rsid w:val="00137DDF"/>
    <w:rsid w:val="001B0BF3"/>
    <w:rsid w:val="001C7DEF"/>
    <w:rsid w:val="00213EB3"/>
    <w:rsid w:val="00235503"/>
    <w:rsid w:val="0023576E"/>
    <w:rsid w:val="002368AD"/>
    <w:rsid w:val="00273E4C"/>
    <w:rsid w:val="00294A88"/>
    <w:rsid w:val="002D15DC"/>
    <w:rsid w:val="002F281E"/>
    <w:rsid w:val="00341F48"/>
    <w:rsid w:val="00350C44"/>
    <w:rsid w:val="00353AA9"/>
    <w:rsid w:val="0039320C"/>
    <w:rsid w:val="003943D4"/>
    <w:rsid w:val="003B2CE0"/>
    <w:rsid w:val="003C78E9"/>
    <w:rsid w:val="003D1A2D"/>
    <w:rsid w:val="0042194E"/>
    <w:rsid w:val="004766AF"/>
    <w:rsid w:val="0048682B"/>
    <w:rsid w:val="004B65CE"/>
    <w:rsid w:val="004B7E07"/>
    <w:rsid w:val="004C16E0"/>
    <w:rsid w:val="004D6C3E"/>
    <w:rsid w:val="004F749F"/>
    <w:rsid w:val="00501F7F"/>
    <w:rsid w:val="0051061C"/>
    <w:rsid w:val="005230D2"/>
    <w:rsid w:val="00526534"/>
    <w:rsid w:val="00555B83"/>
    <w:rsid w:val="005563B3"/>
    <w:rsid w:val="00556776"/>
    <w:rsid w:val="005645F1"/>
    <w:rsid w:val="005738B8"/>
    <w:rsid w:val="00575ABB"/>
    <w:rsid w:val="005D70AD"/>
    <w:rsid w:val="005F25DE"/>
    <w:rsid w:val="00612406"/>
    <w:rsid w:val="00616343"/>
    <w:rsid w:val="00641371"/>
    <w:rsid w:val="00675F3D"/>
    <w:rsid w:val="00693D25"/>
    <w:rsid w:val="006B13FB"/>
    <w:rsid w:val="006D2E24"/>
    <w:rsid w:val="006E15CE"/>
    <w:rsid w:val="00745068"/>
    <w:rsid w:val="00782F33"/>
    <w:rsid w:val="007858AB"/>
    <w:rsid w:val="00797C01"/>
    <w:rsid w:val="007A7728"/>
    <w:rsid w:val="007C038F"/>
    <w:rsid w:val="007C423E"/>
    <w:rsid w:val="008130B2"/>
    <w:rsid w:val="00850E76"/>
    <w:rsid w:val="00853E12"/>
    <w:rsid w:val="00886AEC"/>
    <w:rsid w:val="00891B1B"/>
    <w:rsid w:val="008C4325"/>
    <w:rsid w:val="008D5F3F"/>
    <w:rsid w:val="008E6887"/>
    <w:rsid w:val="00917CF8"/>
    <w:rsid w:val="00930C18"/>
    <w:rsid w:val="009321AB"/>
    <w:rsid w:val="009521C6"/>
    <w:rsid w:val="00954336"/>
    <w:rsid w:val="00960B11"/>
    <w:rsid w:val="009A5110"/>
    <w:rsid w:val="009B4F5E"/>
    <w:rsid w:val="009C36CC"/>
    <w:rsid w:val="009E1C6F"/>
    <w:rsid w:val="00A07BC4"/>
    <w:rsid w:val="00A34E71"/>
    <w:rsid w:val="00A44456"/>
    <w:rsid w:val="00A72BDF"/>
    <w:rsid w:val="00A81358"/>
    <w:rsid w:val="00A8756C"/>
    <w:rsid w:val="00AC01B0"/>
    <w:rsid w:val="00AC6EFF"/>
    <w:rsid w:val="00AF4B61"/>
    <w:rsid w:val="00B4359F"/>
    <w:rsid w:val="00B57997"/>
    <w:rsid w:val="00BA797B"/>
    <w:rsid w:val="00BB7724"/>
    <w:rsid w:val="00BC136B"/>
    <w:rsid w:val="00BC79B9"/>
    <w:rsid w:val="00C0434A"/>
    <w:rsid w:val="00C163ED"/>
    <w:rsid w:val="00C17583"/>
    <w:rsid w:val="00C354A0"/>
    <w:rsid w:val="00C63F9B"/>
    <w:rsid w:val="00C8322D"/>
    <w:rsid w:val="00CA2931"/>
    <w:rsid w:val="00CD6D1C"/>
    <w:rsid w:val="00CD6E22"/>
    <w:rsid w:val="00CE4475"/>
    <w:rsid w:val="00D6475A"/>
    <w:rsid w:val="00D67C79"/>
    <w:rsid w:val="00D81ECA"/>
    <w:rsid w:val="00D86298"/>
    <w:rsid w:val="00DB7889"/>
    <w:rsid w:val="00E50D64"/>
    <w:rsid w:val="00E5239F"/>
    <w:rsid w:val="00E66826"/>
    <w:rsid w:val="00E804FE"/>
    <w:rsid w:val="00E87381"/>
    <w:rsid w:val="00E913C4"/>
    <w:rsid w:val="00E95AC3"/>
    <w:rsid w:val="00F24533"/>
    <w:rsid w:val="00F31BB6"/>
    <w:rsid w:val="00F65A7A"/>
    <w:rsid w:val="00F71EB9"/>
    <w:rsid w:val="00F840E7"/>
    <w:rsid w:val="00F856FE"/>
    <w:rsid w:val="00F95C22"/>
    <w:rsid w:val="00FC6A24"/>
    <w:rsid w:val="00FD205E"/>
    <w:rsid w:val="00FD564B"/>
    <w:rsid w:val="00FE07CA"/>
    <w:rsid w:val="00FE5CDA"/>
    <w:rsid w:val="00FF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1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72;&#1073;&#1086;&#1095;&#1080;&#1081;%20&#1089;&#1090;&#1086;&#1083;%2017.12.2019\C&#1052;&#1048;\&#1043;&#1083;&#1072;&#1074;&#1077;%20%20&#1043;&#1086;&#1088;&#1100;&#1082;&#1086;&#1073;&#1072;&#1083;&#1082;&#1086;&#1074;&#1089;&#1082;&#1086;&#1075;&#1086;%20&#1089;&#1077;&#1083;&#1100;&#1089;&#1082;&#1086;&#1075;&#1086;%20&#1087;&#1086;&#1089;&#1077;&#1083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 Горькобалковского сельского поселения</Template>
  <TotalTime>11</TotalTime>
  <Pages>2</Pages>
  <Words>112</Words>
  <Characters>645</Characters>
  <Application>Microsoft Office Word</Application>
  <DocSecurity>0</DocSecurity>
  <Lines>5</Lines>
  <Paragraphs>1</Paragraphs>
  <ScaleCrop>false</ScaleCrop>
  <Company>fgu23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51U</dc:creator>
  <cp:lastModifiedBy>51U</cp:lastModifiedBy>
  <cp:revision>32</cp:revision>
  <dcterms:created xsi:type="dcterms:W3CDTF">2021-08-03T06:10:00Z</dcterms:created>
  <dcterms:modified xsi:type="dcterms:W3CDTF">2024-01-12T11:22:00Z</dcterms:modified>
</cp:coreProperties>
</file>